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CC5468" w:rsidP="003420EA">
      <w:pPr>
        <w:ind w:left="284"/>
        <w:jc w:val="both"/>
        <w:rPr>
          <w:bCs w:val="0"/>
          <w:sz w:val="24"/>
          <w:szCs w:val="24"/>
        </w:rPr>
      </w:pPr>
      <w:r>
        <w:rPr>
          <w:bCs w:val="0"/>
          <w:sz w:val="24"/>
          <w:szCs w:val="24"/>
        </w:rPr>
        <w:t>17</w:t>
      </w:r>
      <w:r w:rsidR="003420EA" w:rsidRPr="003420EA">
        <w:rPr>
          <w:bCs w:val="0"/>
          <w:sz w:val="24"/>
          <w:szCs w:val="24"/>
        </w:rPr>
        <w:t>.</w:t>
      </w:r>
      <w:r w:rsidR="00760D7C">
        <w:rPr>
          <w:bCs w:val="0"/>
          <w:sz w:val="24"/>
          <w:szCs w:val="24"/>
        </w:rPr>
        <w:t>1</w:t>
      </w:r>
      <w:r>
        <w:rPr>
          <w:bCs w:val="0"/>
          <w:sz w:val="24"/>
          <w:szCs w:val="24"/>
        </w:rPr>
        <w:t>1</w:t>
      </w:r>
      <w:r w:rsidR="003420EA" w:rsidRPr="003420EA">
        <w:rPr>
          <w:bCs w:val="0"/>
          <w:sz w:val="24"/>
          <w:szCs w:val="24"/>
        </w:rPr>
        <w:t xml:space="preserve">.2020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CC5468" w:rsidRPr="00CC5468">
        <w:rPr>
          <w:bCs w:val="0"/>
          <w:szCs w:val="20"/>
        </w:rPr>
        <w:t>«О внесении изменений в отдельные законы Новосибирской области, регулирующие порядок подготовки и проведения выборов и референдумов в Новосибирской области, правовой статус избирательных комиссий, комиссий референдума в Новосибирской области»</w:t>
      </w:r>
      <w:r w:rsidRPr="00D81355">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DA7BEF">
        <w:rPr>
          <w:bCs w:val="0"/>
          <w:szCs w:val="20"/>
        </w:rPr>
        <w:t>Умербаев Игорь Равильевич</w:t>
      </w:r>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760D7C">
      <w:pPr>
        <w:numPr>
          <w:ilvl w:val="0"/>
          <w:numId w:val="6"/>
        </w:numPr>
        <w:tabs>
          <w:tab w:val="clear" w:pos="1818"/>
        </w:tabs>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tabs>
          <w:tab w:val="num" w:pos="142"/>
        </w:tabs>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D81355" w:rsidRPr="00D81355" w:rsidRDefault="00D81355" w:rsidP="00760D7C">
      <w:pPr>
        <w:ind w:left="1276" w:right="-341" w:hanging="567"/>
        <w:jc w:val="both"/>
        <w:rPr>
          <w:bCs w:val="0"/>
          <w:szCs w:val="20"/>
        </w:rPr>
      </w:pPr>
      <w:r w:rsidRPr="00D81355">
        <w:rPr>
          <w:bCs w:val="0"/>
          <w:szCs w:val="20"/>
        </w:rPr>
        <w:t xml:space="preserve">  5.        Решение комитета  - на 1 л. в 1 экз.</w:t>
      </w:r>
    </w:p>
    <w:p w:rsidR="003D3779" w:rsidRPr="009B7EEE" w:rsidRDefault="003D3779" w:rsidP="003D3779">
      <w:pPr>
        <w:rPr>
          <w:lang w:eastAsia="x-none"/>
        </w:rPr>
      </w:pPr>
    </w:p>
    <w:tbl>
      <w:tblPr>
        <w:tblW w:w="0" w:type="auto"/>
        <w:tblLook w:val="01E0" w:firstRow="1" w:lastRow="1" w:firstColumn="1" w:lastColumn="1" w:noHBand="0" w:noVBand="0"/>
      </w:tblPr>
      <w:tblGrid>
        <w:gridCol w:w="4925"/>
        <w:gridCol w:w="5521"/>
      </w:tblGrid>
      <w:tr w:rsidR="003D3779" w:rsidRPr="002146B5" w:rsidTr="00CC10A6">
        <w:trPr>
          <w:trHeight w:val="274"/>
        </w:trPr>
        <w:tc>
          <w:tcPr>
            <w:tcW w:w="4925" w:type="dxa"/>
          </w:tcPr>
          <w:p w:rsidR="003D3779" w:rsidRPr="00C00AA0" w:rsidRDefault="003D3779" w:rsidP="00CC10A6">
            <w:pPr>
              <w:rPr>
                <w:lang w:val="en-US"/>
              </w:rPr>
            </w:pPr>
            <w:r w:rsidRPr="00D85A6B">
              <w:t xml:space="preserve">Председатель </w:t>
            </w:r>
            <w:r w:rsidR="00C96DE6">
              <w:rPr>
                <w:lang w:val="en-US"/>
              </w:rPr>
              <w:t>комитета</w:t>
            </w:r>
          </w:p>
        </w:tc>
        <w:tc>
          <w:tcPr>
            <w:tcW w:w="5521" w:type="dxa"/>
          </w:tcPr>
          <w:p w:rsidR="003D3779" w:rsidRPr="008927FF" w:rsidRDefault="003420EA" w:rsidP="00760D7C">
            <w:pPr>
              <w:jc w:val="right"/>
              <w:rPr>
                <w:i/>
              </w:rPr>
            </w:pPr>
            <w:r>
              <w:rPr>
                <w:i/>
              </w:rPr>
              <w:t xml:space="preserve"> </w:t>
            </w:r>
            <w:r w:rsidR="00760D7C">
              <w:rPr>
                <w:i/>
              </w:rPr>
              <w:t>О</w:t>
            </w:r>
            <w:r w:rsidR="00C96DE6">
              <w:rPr>
                <w:i/>
                <w:lang w:val="en-US"/>
              </w:rPr>
              <w:t>.</w:t>
            </w:r>
            <w:r w:rsidR="00760D7C">
              <w:rPr>
                <w:i/>
              </w:rPr>
              <w:t>Н</w:t>
            </w:r>
            <w:r w:rsidR="00C96DE6">
              <w:rPr>
                <w:i/>
                <w:lang w:val="en-US"/>
              </w:rPr>
              <w:t xml:space="preserve">. </w:t>
            </w:r>
            <w:r w:rsidR="00760D7C">
              <w:rPr>
                <w:i/>
              </w:rPr>
              <w:t>Подойма</w:t>
            </w:r>
            <w:r w:rsidR="00C96DE6">
              <w:rPr>
                <w:i/>
                <w:lang w:val="en-US"/>
              </w:rPr>
              <w:t xml:space="preserve"> </w:t>
            </w:r>
          </w:p>
        </w:tc>
      </w:tr>
      <w:tr w:rsidR="00EF2143" w:rsidRPr="002146B5" w:rsidTr="00CC10A6">
        <w:trPr>
          <w:trHeight w:val="274"/>
        </w:trPr>
        <w:tc>
          <w:tcPr>
            <w:tcW w:w="4925" w:type="dxa"/>
          </w:tcPr>
          <w:p w:rsidR="00EF2143" w:rsidRPr="00D85A6B" w:rsidRDefault="00EF2143" w:rsidP="00CC10A6">
            <w:bookmarkStart w:id="0" w:name="_GoBack"/>
            <w:bookmarkEnd w:id="0"/>
          </w:p>
        </w:tc>
        <w:tc>
          <w:tcPr>
            <w:tcW w:w="5521" w:type="dxa"/>
          </w:tcPr>
          <w:p w:rsidR="00EF2143" w:rsidRPr="00EC0970" w:rsidRDefault="00EF2143" w:rsidP="00CC10A6">
            <w:pPr>
              <w:jc w:val="right"/>
              <w:rPr>
                <w:i/>
              </w:rPr>
            </w:pPr>
          </w:p>
        </w:tc>
      </w:tr>
    </w:tbl>
    <w:p w:rsidR="00FC209F" w:rsidRPr="00487F03" w:rsidRDefault="00FC209F" w:rsidP="00FC209F">
      <w:pPr>
        <w:widowControl w:val="0"/>
        <w:autoSpaceDE w:val="0"/>
        <w:autoSpaceDN w:val="0"/>
        <w:adjustRightInd w:val="0"/>
        <w:spacing w:before="240"/>
      </w:pPr>
      <w:bookmarkStart w:id="1" w:name="RIT"/>
      <w:r>
        <w:lastRenderedPageBreak/>
        <w:t xml:space="preserve"> </w:t>
      </w:r>
      <w:bookmarkEnd w:id="1"/>
    </w:p>
    <w:p w:rsidR="003D3779" w:rsidRPr="00F55ABD" w:rsidRDefault="003D3779" w:rsidP="00C00AA0">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329" w:rsidRDefault="00774329">
      <w:r>
        <w:separator/>
      </w:r>
    </w:p>
  </w:endnote>
  <w:endnote w:type="continuationSeparator" w:id="0">
    <w:p w:rsidR="00774329" w:rsidRDefault="00774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329" w:rsidRDefault="00774329">
      <w:r>
        <w:separator/>
      </w:r>
    </w:p>
  </w:footnote>
  <w:footnote w:type="continuationSeparator" w:id="0">
    <w:p w:rsidR="00774329" w:rsidRDefault="007743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629F"/>
    <w:rsid w:val="00057BDF"/>
    <w:rsid w:val="000636AA"/>
    <w:rsid w:val="00063C46"/>
    <w:rsid w:val="000B5986"/>
    <w:rsid w:val="000C3183"/>
    <w:rsid w:val="000E741A"/>
    <w:rsid w:val="000E7574"/>
    <w:rsid w:val="000F7083"/>
    <w:rsid w:val="00105993"/>
    <w:rsid w:val="001167F5"/>
    <w:rsid w:val="001248A8"/>
    <w:rsid w:val="001316D3"/>
    <w:rsid w:val="0013618C"/>
    <w:rsid w:val="00144CDA"/>
    <w:rsid w:val="0015491A"/>
    <w:rsid w:val="00164DDA"/>
    <w:rsid w:val="00172DD2"/>
    <w:rsid w:val="001771A8"/>
    <w:rsid w:val="00180DBA"/>
    <w:rsid w:val="001A0D3D"/>
    <w:rsid w:val="001A5E97"/>
    <w:rsid w:val="001A61A4"/>
    <w:rsid w:val="001B4926"/>
    <w:rsid w:val="001C2A1B"/>
    <w:rsid w:val="001D5C94"/>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B6541"/>
    <w:rsid w:val="002C11E8"/>
    <w:rsid w:val="002C1E02"/>
    <w:rsid w:val="002D0D6A"/>
    <w:rsid w:val="002D0E03"/>
    <w:rsid w:val="002D635A"/>
    <w:rsid w:val="002E509D"/>
    <w:rsid w:val="002F7D2C"/>
    <w:rsid w:val="003042A2"/>
    <w:rsid w:val="00312164"/>
    <w:rsid w:val="003130D9"/>
    <w:rsid w:val="00320FBD"/>
    <w:rsid w:val="00323434"/>
    <w:rsid w:val="003358C0"/>
    <w:rsid w:val="003420EA"/>
    <w:rsid w:val="00342239"/>
    <w:rsid w:val="0034395F"/>
    <w:rsid w:val="00346FCB"/>
    <w:rsid w:val="003659EA"/>
    <w:rsid w:val="00365E66"/>
    <w:rsid w:val="00374B78"/>
    <w:rsid w:val="00375285"/>
    <w:rsid w:val="00382E83"/>
    <w:rsid w:val="00396288"/>
    <w:rsid w:val="003A75E8"/>
    <w:rsid w:val="003B4883"/>
    <w:rsid w:val="003C1252"/>
    <w:rsid w:val="003D3779"/>
    <w:rsid w:val="003E57C5"/>
    <w:rsid w:val="003F6E76"/>
    <w:rsid w:val="004049BF"/>
    <w:rsid w:val="004077F6"/>
    <w:rsid w:val="00432D7B"/>
    <w:rsid w:val="00433D4C"/>
    <w:rsid w:val="0045009E"/>
    <w:rsid w:val="004609D8"/>
    <w:rsid w:val="0046398B"/>
    <w:rsid w:val="00467A51"/>
    <w:rsid w:val="00472854"/>
    <w:rsid w:val="004773C0"/>
    <w:rsid w:val="00486873"/>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329"/>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396C"/>
    <w:rsid w:val="009F2EC2"/>
    <w:rsid w:val="009F528C"/>
    <w:rsid w:val="00A05379"/>
    <w:rsid w:val="00A24A00"/>
    <w:rsid w:val="00A40CFB"/>
    <w:rsid w:val="00A4660C"/>
    <w:rsid w:val="00A46E88"/>
    <w:rsid w:val="00A5310B"/>
    <w:rsid w:val="00A659B5"/>
    <w:rsid w:val="00A67CCF"/>
    <w:rsid w:val="00A715E1"/>
    <w:rsid w:val="00A845EB"/>
    <w:rsid w:val="00A92DE2"/>
    <w:rsid w:val="00A95CE4"/>
    <w:rsid w:val="00AA03A7"/>
    <w:rsid w:val="00AA44CE"/>
    <w:rsid w:val="00AA5A56"/>
    <w:rsid w:val="00AB6F62"/>
    <w:rsid w:val="00AC40BB"/>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C5468"/>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D1C9A"/>
    <w:rsid w:val="00DD202D"/>
    <w:rsid w:val="00DD3E06"/>
    <w:rsid w:val="00DE4E53"/>
    <w:rsid w:val="00DF40D9"/>
    <w:rsid w:val="00E002F9"/>
    <w:rsid w:val="00E0051F"/>
    <w:rsid w:val="00E07E57"/>
    <w:rsid w:val="00E155CA"/>
    <w:rsid w:val="00E15D1F"/>
    <w:rsid w:val="00E16188"/>
    <w:rsid w:val="00E25012"/>
    <w:rsid w:val="00E300BC"/>
    <w:rsid w:val="00E33F02"/>
    <w:rsid w:val="00E340E5"/>
    <w:rsid w:val="00E4092A"/>
    <w:rsid w:val="00E566F8"/>
    <w:rsid w:val="00E72505"/>
    <w:rsid w:val="00E75006"/>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350F7C"/>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B88F7-54F9-4FD5-8C27-38C0E69D4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0</TotalTime>
  <Pages>2</Pages>
  <Words>270</Words>
  <Characters>1539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2020-05-26T05:30:00Z</cp:lastPrinted>
  <dcterms:created xsi:type="dcterms:W3CDTF">2020-11-12T08:02:00Z</dcterms:created>
  <dcterms:modified xsi:type="dcterms:W3CDTF">2020-11-12T08:02:00Z</dcterms:modified>
</cp:coreProperties>
</file>